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7" w:rightFromText="187" w:vertAnchor="page" w:tblpY="197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9D2E3F" w:rsidRPr="009D2E3F" w14:paraId="5A6A6905" w14:textId="77777777" w:rsidTr="009D2E3F">
        <w:tc>
          <w:tcPr>
            <w:tcW w:w="8211" w:type="dxa"/>
          </w:tcPr>
          <w:p w14:paraId="426FE9D5" w14:textId="77777777" w:rsidR="009D2E3F" w:rsidRPr="009D2E3F" w:rsidRDefault="009D2E3F" w:rsidP="009D2E3F">
            <w:pPr>
              <w:pStyle w:val="Title"/>
              <w:rPr>
                <w:sz w:val="28"/>
                <w:szCs w:val="28"/>
              </w:rPr>
            </w:pPr>
            <w:r w:rsidRPr="009D2E3F">
              <w:rPr>
                <w:sz w:val="28"/>
                <w:szCs w:val="28"/>
              </w:rPr>
              <w:t>CERTIFICATE</w:t>
            </w:r>
          </w:p>
        </w:tc>
      </w:tr>
      <w:tr w:rsidR="009D2E3F" w:rsidRPr="009D2E3F" w14:paraId="572EAC97" w14:textId="77777777" w:rsidTr="00497909">
        <w:trPr>
          <w:trHeight w:val="1656"/>
        </w:trPr>
        <w:tc>
          <w:tcPr>
            <w:tcW w:w="8211" w:type="dxa"/>
          </w:tcPr>
          <w:p w14:paraId="3F4BBA16" w14:textId="381A48A2" w:rsidR="009D2E3F" w:rsidRPr="009D2E3F" w:rsidRDefault="009D2E3F" w:rsidP="009D2E3F">
            <w:pPr>
              <w:spacing w:line="240" w:lineRule="auto"/>
            </w:pPr>
            <w:r w:rsidRPr="009D2E3F">
              <w:t>The project titled “</w:t>
            </w:r>
            <w:permStart w:id="403389437" w:edGrp="everyone"/>
            <w:r w:rsidRPr="009D2E3F">
              <w:t>Thesis Title</w:t>
            </w:r>
            <w:permEnd w:id="403389437"/>
            <w:r w:rsidRPr="009D2E3F">
              <w:t xml:space="preserve">” submitted by </w:t>
            </w:r>
            <w:permStart w:id="1610685734" w:edGrp="everyone"/>
            <w:r w:rsidRPr="009D2E3F">
              <w:t>Student-Name</w:t>
            </w:r>
            <w:permEnd w:id="1610685734"/>
            <w:r w:rsidRPr="009D2E3F">
              <w:t xml:space="preserve">, ID: </w:t>
            </w:r>
            <w:permStart w:id="42160550" w:edGrp="everyone"/>
            <w:proofErr w:type="spellStart"/>
            <w:r w:rsidRPr="009D2E3F">
              <w:t>xxxx</w:t>
            </w:r>
            <w:permEnd w:id="42160550"/>
            <w:proofErr w:type="spellEnd"/>
            <w:r w:rsidRPr="009D2E3F">
              <w:t xml:space="preserve">, Session: </w:t>
            </w:r>
            <w:permStart w:id="401736680" w:edGrp="everyone"/>
            <w:r w:rsidRPr="009D2E3F">
              <w:t>xxx</w:t>
            </w:r>
            <w:permEnd w:id="401736680"/>
            <w:r w:rsidRPr="009D2E3F">
              <w:t>, has been accepted as satisfactory in partial fulfillment of the requirement for the degree of P</w:t>
            </w:r>
            <w:r w:rsidR="00E80086">
              <w:t>ost Graduate Diploma</w:t>
            </w:r>
            <w:r w:rsidRPr="009D2E3F">
              <w:t xml:space="preserve"> in Information Technology on Date-of-Defense.</w:t>
            </w:r>
          </w:p>
        </w:tc>
      </w:tr>
      <w:tr w:rsidR="009D2E3F" w:rsidRPr="009D2E3F" w14:paraId="7AE41882" w14:textId="77777777" w:rsidTr="009D2E3F">
        <w:tc>
          <w:tcPr>
            <w:tcW w:w="8211" w:type="dxa"/>
          </w:tcPr>
          <w:p w14:paraId="34A00B73" w14:textId="77777777" w:rsidR="009D2E3F" w:rsidRPr="009D2E3F" w:rsidRDefault="009D2E3F" w:rsidP="009D2E3F">
            <w:pPr>
              <w:spacing w:line="240" w:lineRule="auto"/>
            </w:pPr>
          </w:p>
        </w:tc>
      </w:tr>
      <w:tr w:rsidR="009D2E3F" w:rsidRPr="009D2E3F" w14:paraId="1450E565" w14:textId="77777777" w:rsidTr="009D2E3F">
        <w:tc>
          <w:tcPr>
            <w:tcW w:w="8211" w:type="dxa"/>
          </w:tcPr>
          <w:p w14:paraId="1B8D3C59" w14:textId="77777777" w:rsidR="009D2E3F" w:rsidRPr="009D2E3F" w:rsidRDefault="009D2E3F" w:rsidP="009D2E3F">
            <w:pPr>
              <w:spacing w:line="240" w:lineRule="auto"/>
            </w:pPr>
            <w:permStart w:id="1220107098" w:edGrp="everyone"/>
            <w:r w:rsidRPr="009D2E3F">
              <w:t>&lt;Name of the Project Supervisor&gt;</w:t>
            </w:r>
          </w:p>
        </w:tc>
      </w:tr>
      <w:permEnd w:id="1220107098"/>
      <w:tr w:rsidR="009D2E3F" w:rsidRPr="009D2E3F" w14:paraId="20CD48A9" w14:textId="77777777" w:rsidTr="009D2E3F">
        <w:tc>
          <w:tcPr>
            <w:tcW w:w="8211" w:type="dxa"/>
          </w:tcPr>
          <w:p w14:paraId="7E7D1CF8" w14:textId="77777777" w:rsidR="009D2E3F" w:rsidRPr="009D2E3F" w:rsidRDefault="009D2E3F" w:rsidP="009D2E3F">
            <w:pPr>
              <w:spacing w:line="240" w:lineRule="auto"/>
            </w:pPr>
            <w:r w:rsidRPr="009D2E3F">
              <w:t>Supervisor</w:t>
            </w:r>
          </w:p>
        </w:tc>
      </w:tr>
      <w:tr w:rsidR="009D2E3F" w:rsidRPr="009D2E3F" w14:paraId="286B0251" w14:textId="77777777" w:rsidTr="009D2E3F">
        <w:tc>
          <w:tcPr>
            <w:tcW w:w="8211" w:type="dxa"/>
          </w:tcPr>
          <w:p w14:paraId="58C9106A" w14:textId="77777777" w:rsidR="009D2E3F" w:rsidRDefault="009D2E3F" w:rsidP="009D2E3F">
            <w:pPr>
              <w:spacing w:line="240" w:lineRule="auto"/>
            </w:pPr>
          </w:p>
          <w:p w14:paraId="512E0C56" w14:textId="77777777" w:rsidR="00E80086" w:rsidRDefault="00E80086" w:rsidP="009D2E3F">
            <w:pPr>
              <w:spacing w:line="240" w:lineRule="auto"/>
            </w:pPr>
          </w:p>
          <w:p w14:paraId="7E694AE4" w14:textId="77777777" w:rsidR="00E80086" w:rsidRPr="009D2E3F" w:rsidRDefault="00E80086" w:rsidP="009D2E3F">
            <w:pPr>
              <w:spacing w:line="240" w:lineRule="auto"/>
            </w:pPr>
          </w:p>
        </w:tc>
      </w:tr>
      <w:tr w:rsidR="009D2E3F" w:rsidRPr="009D2E3F" w14:paraId="622389CA" w14:textId="77777777" w:rsidTr="009D2E3F">
        <w:tc>
          <w:tcPr>
            <w:tcW w:w="8211" w:type="dxa"/>
          </w:tcPr>
          <w:p w14:paraId="2C44B013" w14:textId="77777777" w:rsidR="009D2E3F" w:rsidRPr="009D2E3F" w:rsidRDefault="009D2E3F" w:rsidP="009D2E3F">
            <w:pPr>
              <w:pStyle w:val="Title"/>
              <w:rPr>
                <w:sz w:val="28"/>
                <w:szCs w:val="28"/>
              </w:rPr>
            </w:pPr>
            <w:r w:rsidRPr="009D2E3F">
              <w:rPr>
                <w:sz w:val="28"/>
                <w:szCs w:val="28"/>
              </w:rPr>
              <w:t>BOARD OF EXAMINERS</w:t>
            </w:r>
          </w:p>
        </w:tc>
      </w:tr>
      <w:tr w:rsidR="009D2E3F" w:rsidRPr="009D2E3F" w14:paraId="3EB16986" w14:textId="77777777" w:rsidTr="009D2E3F">
        <w:tc>
          <w:tcPr>
            <w:tcW w:w="8211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78"/>
              <w:gridCol w:w="4317"/>
            </w:tblGrid>
            <w:tr w:rsidR="009D2E3F" w:rsidRPr="009D2E3F" w14:paraId="7D6E77F0" w14:textId="77777777" w:rsidTr="00E80086">
              <w:tc>
                <w:tcPr>
                  <w:tcW w:w="3678" w:type="dxa"/>
                  <w:tcBorders>
                    <w:bottom w:val="single" w:sz="4" w:space="0" w:color="auto"/>
                  </w:tcBorders>
                </w:tcPr>
                <w:p w14:paraId="0869EFC4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  <w:jc w:val="center"/>
                  </w:pPr>
                </w:p>
                <w:p w14:paraId="631FDC76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  <w:jc w:val="center"/>
                  </w:pPr>
                </w:p>
              </w:tc>
              <w:tc>
                <w:tcPr>
                  <w:tcW w:w="4317" w:type="dxa"/>
                </w:tcPr>
                <w:p w14:paraId="585985CA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</w:pPr>
                </w:p>
              </w:tc>
            </w:tr>
            <w:tr w:rsidR="009D2E3F" w:rsidRPr="009D2E3F" w14:paraId="6C617516" w14:textId="77777777" w:rsidTr="00E80086">
              <w:tc>
                <w:tcPr>
                  <w:tcW w:w="3678" w:type="dxa"/>
                  <w:tcBorders>
                    <w:top w:val="single" w:sz="4" w:space="0" w:color="auto"/>
                  </w:tcBorders>
                </w:tcPr>
                <w:p w14:paraId="11FC1F10" w14:textId="406B3331" w:rsidR="009D2E3F" w:rsidRPr="009D2E3F" w:rsidRDefault="00000000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</w:pPr>
                  <w:hyperlink r:id="rId8" w:history="1">
                    <w:r w:rsidR="009D2E3F" w:rsidRPr="009D2E3F">
                      <w:t xml:space="preserve">Dr. </w:t>
                    </w:r>
                  </w:hyperlink>
                  <w:r w:rsidR="00E80086">
                    <w:t>Risala Tasin Khan</w:t>
                  </w:r>
                </w:p>
                <w:p w14:paraId="10405972" w14:textId="63613AE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</w:pPr>
                  <w:r w:rsidRPr="009D2E3F">
                    <w:t>Professor, IIT, JU</w:t>
                  </w:r>
                </w:p>
              </w:tc>
              <w:tc>
                <w:tcPr>
                  <w:tcW w:w="4317" w:type="dxa"/>
                </w:tcPr>
                <w:p w14:paraId="0FB41979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  <w:jc w:val="right"/>
                  </w:pPr>
                  <w:r w:rsidRPr="009D2E3F">
                    <w:t>Coordinator</w:t>
                  </w:r>
                </w:p>
                <w:p w14:paraId="0B41ED22" w14:textId="0719614B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</w:pPr>
                  <w:r>
                    <w:t xml:space="preserve">                </w:t>
                  </w:r>
                  <w:r w:rsidRPr="009D2E3F">
                    <w:t>P</w:t>
                  </w:r>
                  <w:r w:rsidR="00E80086">
                    <w:t>GD</w:t>
                  </w:r>
                  <w:r w:rsidRPr="009D2E3F">
                    <w:t>IT Coordination Committee</w:t>
                  </w:r>
                </w:p>
                <w:p w14:paraId="7B32F156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  <w:jc w:val="right"/>
                  </w:pPr>
                </w:p>
              </w:tc>
            </w:tr>
            <w:tr w:rsidR="009D2E3F" w:rsidRPr="009D2E3F" w14:paraId="22988C35" w14:textId="77777777" w:rsidTr="00E80086">
              <w:tc>
                <w:tcPr>
                  <w:tcW w:w="3678" w:type="dxa"/>
                  <w:tcBorders>
                    <w:bottom w:val="single" w:sz="4" w:space="0" w:color="auto"/>
                  </w:tcBorders>
                </w:tcPr>
                <w:p w14:paraId="71D5CF24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  <w:jc w:val="center"/>
                  </w:pPr>
                </w:p>
                <w:p w14:paraId="3278858D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  <w:jc w:val="center"/>
                  </w:pPr>
                </w:p>
                <w:p w14:paraId="54A8343C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</w:pPr>
                </w:p>
              </w:tc>
              <w:tc>
                <w:tcPr>
                  <w:tcW w:w="4317" w:type="dxa"/>
                </w:tcPr>
                <w:p w14:paraId="53E8BC9C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</w:pPr>
                </w:p>
              </w:tc>
            </w:tr>
            <w:tr w:rsidR="009D2E3F" w:rsidRPr="009D2E3F" w14:paraId="15BE8D2D" w14:textId="77777777" w:rsidTr="00E80086">
              <w:tc>
                <w:tcPr>
                  <w:tcW w:w="3678" w:type="dxa"/>
                  <w:tcBorders>
                    <w:top w:val="single" w:sz="4" w:space="0" w:color="auto"/>
                  </w:tcBorders>
                </w:tcPr>
                <w:p w14:paraId="5147976F" w14:textId="088F1553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</w:pPr>
                  <w:r w:rsidRPr="009D2E3F">
                    <w:t xml:space="preserve">Dr. M </w:t>
                  </w:r>
                  <w:r w:rsidR="00E80086">
                    <w:t>Shamim Kaiser</w:t>
                  </w:r>
                </w:p>
                <w:p w14:paraId="4289506B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</w:pPr>
                  <w:r w:rsidRPr="009D2E3F">
                    <w:t>Professor, IIT, JU</w:t>
                  </w:r>
                </w:p>
              </w:tc>
              <w:tc>
                <w:tcPr>
                  <w:tcW w:w="4317" w:type="dxa"/>
                </w:tcPr>
                <w:p w14:paraId="28DF0392" w14:textId="4A20C138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  <w:jc w:val="right"/>
                  </w:pPr>
                  <w:r w:rsidRPr="009D2E3F">
                    <w:t>Member, P</w:t>
                  </w:r>
                  <w:r w:rsidR="00E80086">
                    <w:t>GD</w:t>
                  </w:r>
                  <w:r w:rsidRPr="009D2E3F">
                    <w:t xml:space="preserve">IT Coordination Committee </w:t>
                  </w:r>
                </w:p>
                <w:p w14:paraId="0E98C4B2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  <w:jc w:val="right"/>
                  </w:pPr>
                  <w:r w:rsidRPr="009D2E3F">
                    <w:t xml:space="preserve">&amp; Director IIT  </w:t>
                  </w:r>
                </w:p>
              </w:tc>
            </w:tr>
            <w:tr w:rsidR="009D2E3F" w:rsidRPr="009D2E3F" w14:paraId="13F6F166" w14:textId="77777777" w:rsidTr="00E80086">
              <w:tc>
                <w:tcPr>
                  <w:tcW w:w="3678" w:type="dxa"/>
                </w:tcPr>
                <w:p w14:paraId="4A3AA6C7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  <w:jc w:val="center"/>
                  </w:pPr>
                </w:p>
                <w:p w14:paraId="471CF94F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  <w:jc w:val="center"/>
                  </w:pPr>
                </w:p>
                <w:p w14:paraId="3D951D72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</w:pPr>
                </w:p>
                <w:p w14:paraId="1C977EC6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</w:pPr>
                </w:p>
              </w:tc>
              <w:tc>
                <w:tcPr>
                  <w:tcW w:w="4317" w:type="dxa"/>
                </w:tcPr>
                <w:p w14:paraId="7AE73C08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</w:pPr>
                </w:p>
              </w:tc>
            </w:tr>
            <w:tr w:rsidR="009D2E3F" w:rsidRPr="009D2E3F" w14:paraId="2224E408" w14:textId="77777777" w:rsidTr="00E80086">
              <w:tc>
                <w:tcPr>
                  <w:tcW w:w="3678" w:type="dxa"/>
                </w:tcPr>
                <w:p w14:paraId="03979E84" w14:textId="3E7F4B95" w:rsidR="009D2E3F" w:rsidRPr="009D2E3F" w:rsidRDefault="009D2E3F" w:rsidP="009D2E3F">
                  <w:pPr>
                    <w:framePr w:hSpace="187" w:wrap="around" w:vAnchor="page" w:hAnchor="text" w:y="1974"/>
                    <w:pBdr>
                      <w:top w:val="single" w:sz="4" w:space="1" w:color="auto"/>
                    </w:pBdr>
                    <w:spacing w:line="240" w:lineRule="auto"/>
                    <w:suppressOverlap/>
                  </w:pPr>
                  <w:r w:rsidRPr="009D2E3F">
                    <w:t>M</w:t>
                  </w:r>
                  <w:r w:rsidR="00E80086">
                    <w:t>d</w:t>
                  </w:r>
                  <w:r w:rsidRPr="009D2E3F">
                    <w:t xml:space="preserve">. </w:t>
                  </w:r>
                  <w:r w:rsidR="00E80086">
                    <w:t>Fazlul Karim Patwary</w:t>
                  </w:r>
                </w:p>
                <w:p w14:paraId="6AA8D3DD" w14:textId="77777777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</w:pPr>
                  <w:r w:rsidRPr="009D2E3F">
                    <w:t>Professor, IIT, JU</w:t>
                  </w:r>
                </w:p>
              </w:tc>
              <w:tc>
                <w:tcPr>
                  <w:tcW w:w="4317" w:type="dxa"/>
                </w:tcPr>
                <w:p w14:paraId="69D4C20A" w14:textId="244A2A56" w:rsidR="009D2E3F" w:rsidRPr="009D2E3F" w:rsidRDefault="009D2E3F" w:rsidP="009D2E3F">
                  <w:pPr>
                    <w:framePr w:hSpace="187" w:wrap="around" w:vAnchor="page" w:hAnchor="text" w:y="1974"/>
                    <w:spacing w:line="240" w:lineRule="auto"/>
                    <w:suppressOverlap/>
                    <w:jc w:val="right"/>
                  </w:pPr>
                  <w:r w:rsidRPr="009D2E3F">
                    <w:t>Member, P</w:t>
                  </w:r>
                  <w:r w:rsidR="00E80086">
                    <w:t>GD</w:t>
                  </w:r>
                  <w:r w:rsidRPr="009D2E3F">
                    <w:t xml:space="preserve">IT Coordination Committee </w:t>
                  </w:r>
                </w:p>
              </w:tc>
            </w:tr>
          </w:tbl>
          <w:p w14:paraId="03B12A53" w14:textId="77777777" w:rsidR="009D2E3F" w:rsidRPr="009D2E3F" w:rsidRDefault="009D2E3F" w:rsidP="009D2E3F">
            <w:pPr>
              <w:spacing w:line="240" w:lineRule="auto"/>
            </w:pPr>
          </w:p>
        </w:tc>
      </w:tr>
    </w:tbl>
    <w:p w14:paraId="372A1C70" w14:textId="77777777" w:rsidR="005D0162" w:rsidRDefault="005D0162" w:rsidP="009D2E3F">
      <w:pPr>
        <w:pStyle w:val="Subtitle"/>
        <w:numPr>
          <w:ilvl w:val="0"/>
          <w:numId w:val="0"/>
        </w:numPr>
        <w:jc w:val="both"/>
        <w:rPr>
          <w:sz w:val="28"/>
        </w:rPr>
      </w:pPr>
    </w:p>
    <w:sectPr w:rsidR="005D0162" w:rsidSect="00B90B58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701" w:right="1418" w:bottom="1701" w:left="2268" w:header="1417" w:footer="72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48E0F" w14:textId="77777777" w:rsidR="003D5E39" w:rsidRDefault="003D5E39" w:rsidP="00920EAB">
      <w:pPr>
        <w:spacing w:line="240" w:lineRule="auto"/>
      </w:pPr>
      <w:r>
        <w:separator/>
      </w:r>
    </w:p>
  </w:endnote>
  <w:endnote w:type="continuationSeparator" w:id="0">
    <w:p w14:paraId="7C4CE869" w14:textId="77777777" w:rsidR="003D5E39" w:rsidRDefault="003D5E39" w:rsidP="00920E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F8EC7" w14:textId="77777777" w:rsidR="00D67884" w:rsidRDefault="00B90B58">
    <w:pPr>
      <w:pStyle w:val="Footer"/>
      <w:jc w:val="center"/>
    </w:pPr>
    <w:r>
      <w:t>i</w:t>
    </w:r>
    <w:r w:rsidR="00960BDF">
      <w:fldChar w:fldCharType="begin"/>
    </w:r>
    <w:r w:rsidR="00D67884">
      <w:instrText xml:space="preserve"> PAGE   \* MERGEFORMAT </w:instrText>
    </w:r>
    <w:r w:rsidR="00960BDF">
      <w:fldChar w:fldCharType="separate"/>
    </w:r>
    <w:r w:rsidR="0016611B">
      <w:rPr>
        <w:noProof/>
      </w:rPr>
      <w:t>i</w:t>
    </w:r>
    <w:r w:rsidR="00960BDF">
      <w:rPr>
        <w:noProof/>
      </w:rPr>
      <w:fldChar w:fldCharType="end"/>
    </w:r>
  </w:p>
  <w:p w14:paraId="78154B45" w14:textId="77777777" w:rsidR="00FD638E" w:rsidRDefault="00FD63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30924" w14:textId="77777777" w:rsidR="00D67884" w:rsidRDefault="00960BDF">
    <w:pPr>
      <w:pStyle w:val="Footer"/>
      <w:jc w:val="center"/>
    </w:pPr>
    <w:r>
      <w:fldChar w:fldCharType="begin"/>
    </w:r>
    <w:r w:rsidR="00D67884">
      <w:instrText xml:space="preserve"> PAGE   \* MERGEFORMAT </w:instrText>
    </w:r>
    <w:r>
      <w:fldChar w:fldCharType="separate"/>
    </w:r>
    <w:r w:rsidR="00B90B58">
      <w:rPr>
        <w:noProof/>
      </w:rPr>
      <w:t>1</w:t>
    </w:r>
    <w:r>
      <w:rPr>
        <w:noProof/>
      </w:rPr>
      <w:fldChar w:fldCharType="end"/>
    </w:r>
  </w:p>
  <w:p w14:paraId="47329048" w14:textId="77777777" w:rsidR="00FD638E" w:rsidRDefault="00FD638E" w:rsidP="00FD638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24021" w14:textId="77777777" w:rsidR="003D5E39" w:rsidRDefault="003D5E39" w:rsidP="00920EAB">
      <w:pPr>
        <w:spacing w:line="240" w:lineRule="auto"/>
      </w:pPr>
      <w:r>
        <w:separator/>
      </w:r>
    </w:p>
  </w:footnote>
  <w:footnote w:type="continuationSeparator" w:id="0">
    <w:p w14:paraId="2F525229" w14:textId="77777777" w:rsidR="003D5E39" w:rsidRDefault="003D5E39" w:rsidP="00920E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3E131" w14:textId="77777777" w:rsidR="00FD638E" w:rsidRDefault="00FD638E">
    <w:pPr>
      <w:pStyle w:val="Header"/>
      <w:jc w:val="right"/>
    </w:pPr>
  </w:p>
  <w:p w14:paraId="5042EB1E" w14:textId="77777777" w:rsidR="00FD638E" w:rsidRDefault="00FD63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50A3A" w14:textId="77777777" w:rsidR="00FD638E" w:rsidRDefault="00FD638E">
    <w:pPr>
      <w:pStyle w:val="Header"/>
      <w:jc w:val="right"/>
    </w:pPr>
  </w:p>
  <w:p w14:paraId="76A64F00" w14:textId="77777777" w:rsidR="00FD638E" w:rsidRDefault="00FD63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46B04"/>
    <w:multiLevelType w:val="hybridMultilevel"/>
    <w:tmpl w:val="8BA0126C"/>
    <w:lvl w:ilvl="0" w:tplc="AACCFB04">
      <w:start w:val="1"/>
      <w:numFmt w:val="decimal"/>
      <w:lvlText w:val="%1."/>
      <w:lvlJc w:val="right"/>
      <w:pPr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86748"/>
    <w:multiLevelType w:val="hybridMultilevel"/>
    <w:tmpl w:val="0F767798"/>
    <w:lvl w:ilvl="0" w:tplc="AACCFB04">
      <w:start w:val="1"/>
      <w:numFmt w:val="decimal"/>
      <w:lvlText w:val="%1."/>
      <w:lvlJc w:val="right"/>
      <w:pPr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E0686"/>
    <w:multiLevelType w:val="multilevel"/>
    <w:tmpl w:val="31FAC4FA"/>
    <w:lvl w:ilvl="0">
      <w:start w:val="1"/>
      <w:numFmt w:val="decimal"/>
      <w:pStyle w:val="Heading1"/>
      <w:suff w:val="nothing"/>
      <w:lvlText w:val="CHAPTER %1"/>
      <w:lvlJc w:val="left"/>
      <w:pPr>
        <w:ind w:left="0" w:firstLine="0"/>
      </w:pPr>
      <w:rPr>
        <w:rFonts w:hint="default"/>
        <w:sz w:val="32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5C256B1"/>
    <w:multiLevelType w:val="hybridMultilevel"/>
    <w:tmpl w:val="FD6A59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547FA0"/>
    <w:multiLevelType w:val="hybridMultilevel"/>
    <w:tmpl w:val="0F767798"/>
    <w:lvl w:ilvl="0" w:tplc="AACCFB04">
      <w:start w:val="1"/>
      <w:numFmt w:val="decimal"/>
      <w:lvlText w:val="%1."/>
      <w:lvlJc w:val="right"/>
      <w:pPr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A6DB7"/>
    <w:multiLevelType w:val="hybridMultilevel"/>
    <w:tmpl w:val="09F6A5AC"/>
    <w:lvl w:ilvl="0" w:tplc="55DA2484">
      <w:start w:val="1"/>
      <w:numFmt w:val="decimal"/>
      <w:lvlText w:val="CHAPTER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285772">
    <w:abstractNumId w:val="5"/>
  </w:num>
  <w:num w:numId="2" w16cid:durableId="466121696">
    <w:abstractNumId w:val="2"/>
  </w:num>
  <w:num w:numId="3" w16cid:durableId="19929788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39756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5085523">
    <w:abstractNumId w:val="2"/>
  </w:num>
  <w:num w:numId="6" w16cid:durableId="45881392">
    <w:abstractNumId w:val="2"/>
  </w:num>
  <w:num w:numId="7" w16cid:durableId="221721941">
    <w:abstractNumId w:val="2"/>
  </w:num>
  <w:num w:numId="8" w16cid:durableId="1840344469">
    <w:abstractNumId w:val="2"/>
  </w:num>
  <w:num w:numId="9" w16cid:durableId="1406681913">
    <w:abstractNumId w:val="2"/>
  </w:num>
  <w:num w:numId="10" w16cid:durableId="1915551991">
    <w:abstractNumId w:val="2"/>
  </w:num>
  <w:num w:numId="11" w16cid:durableId="1375039036">
    <w:abstractNumId w:val="2"/>
  </w:num>
  <w:num w:numId="12" w16cid:durableId="335765167">
    <w:abstractNumId w:val="2"/>
  </w:num>
  <w:num w:numId="13" w16cid:durableId="1276981995">
    <w:abstractNumId w:val="2"/>
  </w:num>
  <w:num w:numId="14" w16cid:durableId="1603878660">
    <w:abstractNumId w:val="4"/>
  </w:num>
  <w:num w:numId="15" w16cid:durableId="1602256770">
    <w:abstractNumId w:val="0"/>
  </w:num>
  <w:num w:numId="16" w16cid:durableId="1242594082">
    <w:abstractNumId w:val="1"/>
  </w:num>
  <w:num w:numId="17" w16cid:durableId="16656188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zI0NjI2NLa0MLE0tDRS0lEKTi0uzszPAykwqQUA4iOooSwAAAA="/>
  </w:docVars>
  <w:rsids>
    <w:rsidRoot w:val="00E80086"/>
    <w:rsid w:val="00075DFC"/>
    <w:rsid w:val="000951F4"/>
    <w:rsid w:val="000B09AE"/>
    <w:rsid w:val="000E7F3E"/>
    <w:rsid w:val="0016611B"/>
    <w:rsid w:val="00173339"/>
    <w:rsid w:val="00175636"/>
    <w:rsid w:val="00192EC3"/>
    <w:rsid w:val="001A6DFD"/>
    <w:rsid w:val="001B2788"/>
    <w:rsid w:val="001C58BE"/>
    <w:rsid w:val="00207794"/>
    <w:rsid w:val="002459D3"/>
    <w:rsid w:val="0026291E"/>
    <w:rsid w:val="00273DB0"/>
    <w:rsid w:val="002827AF"/>
    <w:rsid w:val="002B1290"/>
    <w:rsid w:val="002C3A9D"/>
    <w:rsid w:val="002D7CB2"/>
    <w:rsid w:val="002E1131"/>
    <w:rsid w:val="0038052C"/>
    <w:rsid w:val="003938CB"/>
    <w:rsid w:val="003D5E39"/>
    <w:rsid w:val="004575B0"/>
    <w:rsid w:val="004A5A8A"/>
    <w:rsid w:val="00502907"/>
    <w:rsid w:val="005435A9"/>
    <w:rsid w:val="00560CB3"/>
    <w:rsid w:val="0057239C"/>
    <w:rsid w:val="005D0162"/>
    <w:rsid w:val="005D7824"/>
    <w:rsid w:val="005E63DD"/>
    <w:rsid w:val="006311C5"/>
    <w:rsid w:val="00692496"/>
    <w:rsid w:val="006A5F15"/>
    <w:rsid w:val="006C6CE1"/>
    <w:rsid w:val="0073214A"/>
    <w:rsid w:val="00735697"/>
    <w:rsid w:val="00767C80"/>
    <w:rsid w:val="007720D7"/>
    <w:rsid w:val="007C1314"/>
    <w:rsid w:val="007D3316"/>
    <w:rsid w:val="007E3A0B"/>
    <w:rsid w:val="007E5660"/>
    <w:rsid w:val="008433C1"/>
    <w:rsid w:val="008B39AF"/>
    <w:rsid w:val="008F1C5E"/>
    <w:rsid w:val="00915A0D"/>
    <w:rsid w:val="00920EAB"/>
    <w:rsid w:val="00960BDF"/>
    <w:rsid w:val="0096405C"/>
    <w:rsid w:val="00972D3E"/>
    <w:rsid w:val="0097412F"/>
    <w:rsid w:val="00996C45"/>
    <w:rsid w:val="009A0CD0"/>
    <w:rsid w:val="009A4587"/>
    <w:rsid w:val="009C7A75"/>
    <w:rsid w:val="009D2E3F"/>
    <w:rsid w:val="009E59B3"/>
    <w:rsid w:val="00A1017F"/>
    <w:rsid w:val="00A73BC6"/>
    <w:rsid w:val="00A74A0B"/>
    <w:rsid w:val="00B078BB"/>
    <w:rsid w:val="00B11866"/>
    <w:rsid w:val="00B23E65"/>
    <w:rsid w:val="00B5132C"/>
    <w:rsid w:val="00B5795C"/>
    <w:rsid w:val="00B90B58"/>
    <w:rsid w:val="00BB3B82"/>
    <w:rsid w:val="00BE2ED1"/>
    <w:rsid w:val="00BF66B2"/>
    <w:rsid w:val="00C00F23"/>
    <w:rsid w:val="00C3113C"/>
    <w:rsid w:val="00C97023"/>
    <w:rsid w:val="00CC6C6A"/>
    <w:rsid w:val="00D157AE"/>
    <w:rsid w:val="00D36740"/>
    <w:rsid w:val="00D66B83"/>
    <w:rsid w:val="00D67884"/>
    <w:rsid w:val="00D71431"/>
    <w:rsid w:val="00D84E3D"/>
    <w:rsid w:val="00D860CA"/>
    <w:rsid w:val="00D93A6C"/>
    <w:rsid w:val="00DB5005"/>
    <w:rsid w:val="00DC3BEB"/>
    <w:rsid w:val="00DD3573"/>
    <w:rsid w:val="00DD67EB"/>
    <w:rsid w:val="00DE3BE8"/>
    <w:rsid w:val="00E139E3"/>
    <w:rsid w:val="00E42BF3"/>
    <w:rsid w:val="00E80086"/>
    <w:rsid w:val="00E970FF"/>
    <w:rsid w:val="00ED6A28"/>
    <w:rsid w:val="00EE2508"/>
    <w:rsid w:val="00EE42D2"/>
    <w:rsid w:val="00EF31B5"/>
    <w:rsid w:val="00F04744"/>
    <w:rsid w:val="00F20B80"/>
    <w:rsid w:val="00F47C1E"/>
    <w:rsid w:val="00F90B7D"/>
    <w:rsid w:val="00F93EAA"/>
    <w:rsid w:val="00FC078E"/>
    <w:rsid w:val="00FC7547"/>
    <w:rsid w:val="00FD638E"/>
    <w:rsid w:val="00FD7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361E2E"/>
  <w15:docId w15:val="{9DFE5FF1-E03B-406C-80A8-E6F1BFAC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0D7"/>
    <w:pPr>
      <w:spacing w:line="36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7720D7"/>
    <w:pPr>
      <w:keepNext/>
      <w:numPr>
        <w:numId w:val="13"/>
      </w:numPr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link w:val="Heading2Char"/>
    <w:qFormat/>
    <w:rsid w:val="007720D7"/>
    <w:pPr>
      <w:keepNext/>
      <w:numPr>
        <w:ilvl w:val="1"/>
        <w:numId w:val="13"/>
      </w:numPr>
      <w:jc w:val="left"/>
      <w:outlineLvl w:val="1"/>
    </w:pPr>
    <w:rPr>
      <w:b/>
      <w:sz w:val="36"/>
    </w:rPr>
  </w:style>
  <w:style w:type="paragraph" w:styleId="Heading3">
    <w:name w:val="heading 3"/>
    <w:basedOn w:val="Normal"/>
    <w:next w:val="Normal"/>
    <w:link w:val="Heading3Char"/>
    <w:qFormat/>
    <w:rsid w:val="007720D7"/>
    <w:pPr>
      <w:keepNext/>
      <w:numPr>
        <w:ilvl w:val="2"/>
        <w:numId w:val="13"/>
      </w:numPr>
      <w:jc w:val="left"/>
      <w:outlineLvl w:val="2"/>
    </w:pPr>
    <w:rPr>
      <w:b/>
      <w:sz w:val="32"/>
    </w:rPr>
  </w:style>
  <w:style w:type="paragraph" w:styleId="Heading4">
    <w:name w:val="heading 4"/>
    <w:basedOn w:val="Normal"/>
    <w:next w:val="Normal"/>
    <w:link w:val="Heading4Char"/>
    <w:qFormat/>
    <w:rsid w:val="007720D7"/>
    <w:pPr>
      <w:keepNext/>
      <w:numPr>
        <w:ilvl w:val="3"/>
        <w:numId w:val="13"/>
      </w:numPr>
      <w:spacing w:after="120" w:line="216" w:lineRule="auto"/>
      <w:jc w:val="left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0D7"/>
    <w:pPr>
      <w:keepNext/>
      <w:keepLines/>
      <w:numPr>
        <w:ilvl w:val="4"/>
        <w:numId w:val="1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0D7"/>
    <w:pPr>
      <w:keepNext/>
      <w:keepLines/>
      <w:numPr>
        <w:ilvl w:val="5"/>
        <w:numId w:val="1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0D7"/>
    <w:pPr>
      <w:keepNext/>
      <w:keepLines/>
      <w:numPr>
        <w:ilvl w:val="6"/>
        <w:numId w:val="1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0D7"/>
    <w:pPr>
      <w:keepNext/>
      <w:keepLines/>
      <w:numPr>
        <w:ilvl w:val="7"/>
        <w:numId w:val="1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0D7"/>
    <w:pPr>
      <w:keepNext/>
      <w:keepLines/>
      <w:numPr>
        <w:ilvl w:val="8"/>
        <w:numId w:val="1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0D7"/>
    <w:rPr>
      <w:b/>
      <w:sz w:val="40"/>
    </w:rPr>
  </w:style>
  <w:style w:type="character" w:customStyle="1" w:styleId="Heading2Char">
    <w:name w:val="Heading 2 Char"/>
    <w:basedOn w:val="DefaultParagraphFont"/>
    <w:link w:val="Heading2"/>
    <w:rsid w:val="007720D7"/>
    <w:rPr>
      <w:b/>
      <w:sz w:val="36"/>
    </w:rPr>
  </w:style>
  <w:style w:type="character" w:customStyle="1" w:styleId="Heading3Char">
    <w:name w:val="Heading 3 Char"/>
    <w:basedOn w:val="DefaultParagraphFont"/>
    <w:link w:val="Heading3"/>
    <w:rsid w:val="007720D7"/>
    <w:rPr>
      <w:b/>
      <w:sz w:val="32"/>
    </w:rPr>
  </w:style>
  <w:style w:type="character" w:customStyle="1" w:styleId="Heading4Char">
    <w:name w:val="Heading 4 Char"/>
    <w:basedOn w:val="DefaultParagraphFont"/>
    <w:link w:val="Heading4"/>
    <w:rsid w:val="007720D7"/>
    <w:rPr>
      <w:b/>
      <w:sz w:val="28"/>
    </w:rPr>
  </w:style>
  <w:style w:type="paragraph" w:styleId="Header">
    <w:name w:val="header"/>
    <w:basedOn w:val="Normal"/>
    <w:link w:val="HeaderChar"/>
    <w:uiPriority w:val="99"/>
    <w:unhideWhenUsed/>
    <w:rsid w:val="00920EA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EA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920EA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EAB"/>
    <w:rPr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20D7"/>
    <w:pPr>
      <w:numPr>
        <w:ilvl w:val="1"/>
      </w:numPr>
      <w:jc w:val="center"/>
    </w:pPr>
    <w:rPr>
      <w:rFonts w:eastAsiaTheme="majorEastAsia" w:cstheme="majorBidi"/>
      <w:b/>
      <w:iCs/>
      <w:spacing w:val="15"/>
      <w:sz w:val="40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20D7"/>
    <w:rPr>
      <w:rFonts w:eastAsiaTheme="majorEastAsia" w:cstheme="majorBidi"/>
      <w:b/>
      <w:iCs/>
      <w:spacing w:val="15"/>
      <w:sz w:val="4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0D7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0D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0D7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0D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0D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">
    <w:name w:val="Title"/>
    <w:basedOn w:val="Normal"/>
    <w:next w:val="Normal"/>
    <w:link w:val="TitleChar"/>
    <w:uiPriority w:val="10"/>
    <w:qFormat/>
    <w:rsid w:val="00996C45"/>
    <w:pPr>
      <w:spacing w:after="300" w:line="480" w:lineRule="auto"/>
      <w:contextualSpacing/>
      <w:jc w:val="center"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6C45"/>
    <w:rPr>
      <w:rFonts w:eastAsiaTheme="majorEastAsia" w:cstheme="majorBidi"/>
      <w:b/>
      <w:spacing w:val="5"/>
      <w:kern w:val="28"/>
      <w:sz w:val="24"/>
      <w:szCs w:val="52"/>
    </w:rPr>
  </w:style>
  <w:style w:type="table" w:styleId="TableGrid">
    <w:name w:val="Table Grid"/>
    <w:basedOn w:val="TableNormal"/>
    <w:uiPriority w:val="59"/>
    <w:rsid w:val="00F20B8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20B8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D3573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DD357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D3573"/>
    <w:pPr>
      <w:tabs>
        <w:tab w:val="left" w:pos="880"/>
        <w:tab w:val="right" w:leader="dot" w:pos="8211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DD3573"/>
    <w:pPr>
      <w:tabs>
        <w:tab w:val="left" w:pos="1320"/>
        <w:tab w:val="right" w:leader="dot" w:pos="8211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DD357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5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573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A45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5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univ.edu/teachers/sisla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vi\Downloads\2.CERTIFIC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460B0-AFCE-4903-BA64-68E73AD3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2.CERTIFICATE</Template>
  <TotalTime>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MHT</dc:creator>
  <cp:lastModifiedBy>Hasnat Tanvir</cp:lastModifiedBy>
  <cp:revision>1</cp:revision>
  <cp:lastPrinted>2019-12-28T09:09:00Z</cp:lastPrinted>
  <dcterms:created xsi:type="dcterms:W3CDTF">2023-10-29T07:06:00Z</dcterms:created>
  <dcterms:modified xsi:type="dcterms:W3CDTF">2023-10-29T07:08:00Z</dcterms:modified>
</cp:coreProperties>
</file>